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6EA4" w14:textId="5A89B2B9" w:rsidR="00EE045E" w:rsidRDefault="00F200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POKRIVENOSTI NASTAVE ZA </w:t>
      </w:r>
      <w:r w:rsidR="00226883">
        <w:rPr>
          <w:rFonts w:ascii="Times New Roman" w:hAnsi="Times New Roman"/>
          <w:sz w:val="24"/>
          <w:szCs w:val="24"/>
          <w:lang w:val="bs-Latn-BA"/>
        </w:rPr>
        <w:t>NASTAVNIKE</w:t>
      </w:r>
    </w:p>
    <w:p w14:paraId="25A66EA5" w14:textId="77777777" w:rsidR="00EE045E" w:rsidRDefault="00F200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FAKULTET/AKADEMIJA </w:t>
      </w:r>
      <w:r>
        <w:rPr>
          <w:rFonts w:ascii="Times New Roman" w:hAnsi="Times New Roman"/>
          <w:b/>
          <w:bCs/>
          <w:sz w:val="24"/>
          <w:szCs w:val="24"/>
          <w:u w:val="single"/>
          <w:lang w:val="bs-Latn-BA"/>
        </w:rPr>
        <w:t>FARMACEUTSKI FAKULTET</w:t>
      </w:r>
    </w:p>
    <w:tbl>
      <w:tblPr>
        <w:tblW w:w="14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790"/>
        <w:gridCol w:w="628"/>
        <w:gridCol w:w="425"/>
        <w:gridCol w:w="2552"/>
        <w:gridCol w:w="567"/>
        <w:gridCol w:w="567"/>
        <w:gridCol w:w="2551"/>
        <w:gridCol w:w="567"/>
        <w:gridCol w:w="579"/>
        <w:gridCol w:w="2504"/>
      </w:tblGrid>
      <w:tr w:rsidR="00EE045E" w14:paraId="25A66EAF" w14:textId="77777777">
        <w:trPr>
          <w:trHeight w:val="546"/>
          <w:jc w:val="center"/>
        </w:trPr>
        <w:tc>
          <w:tcPr>
            <w:tcW w:w="2977" w:type="dxa"/>
            <w:vMerge w:val="restart"/>
            <w:vAlign w:val="center"/>
          </w:tcPr>
          <w:p w14:paraId="25A66EA6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790" w:type="dxa"/>
            <w:vMerge w:val="restart"/>
            <w:textDirection w:val="btLr"/>
            <w:vAlign w:val="center"/>
          </w:tcPr>
          <w:p w14:paraId="25A66EA7" w14:textId="77777777" w:rsidR="00EE045E" w:rsidRDefault="00F200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God/sem</w:t>
            </w:r>
          </w:p>
        </w:tc>
        <w:tc>
          <w:tcPr>
            <w:tcW w:w="1053" w:type="dxa"/>
            <w:gridSpan w:val="2"/>
          </w:tcPr>
          <w:p w14:paraId="25A66EA8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3"/>
            <w:vAlign w:val="center"/>
          </w:tcPr>
          <w:p w14:paraId="25A66EA9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97" w:type="dxa"/>
            <w:gridSpan w:val="3"/>
            <w:vAlign w:val="center"/>
          </w:tcPr>
          <w:p w14:paraId="25A66EAA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04" w:type="dxa"/>
            <w:vMerge w:val="restart"/>
          </w:tcPr>
          <w:p w14:paraId="25A66EAB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5A66EAC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5A66EAD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25A66EAE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EE045E" w14:paraId="25A66EBB" w14:textId="77777777">
        <w:trPr>
          <w:cantSplit/>
          <w:trHeight w:val="1134"/>
          <w:jc w:val="center"/>
        </w:trPr>
        <w:tc>
          <w:tcPr>
            <w:tcW w:w="2977" w:type="dxa"/>
            <w:vMerge/>
            <w:vAlign w:val="center"/>
          </w:tcPr>
          <w:p w14:paraId="25A66EB0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790" w:type="dxa"/>
            <w:vMerge/>
            <w:vAlign w:val="center"/>
          </w:tcPr>
          <w:p w14:paraId="25A66EB1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28" w:type="dxa"/>
            <w:textDirection w:val="btLr"/>
          </w:tcPr>
          <w:p w14:paraId="25A66EB2" w14:textId="77777777" w:rsidR="00EE045E" w:rsidRDefault="00F200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P/A/V</w:t>
            </w:r>
          </w:p>
        </w:tc>
        <w:tc>
          <w:tcPr>
            <w:tcW w:w="425" w:type="dxa"/>
            <w:textDirection w:val="btLr"/>
            <w:vAlign w:val="center"/>
          </w:tcPr>
          <w:p w14:paraId="25A66EB3" w14:textId="77777777" w:rsidR="00EE045E" w:rsidRDefault="00F2000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sati</w:t>
            </w:r>
          </w:p>
        </w:tc>
        <w:tc>
          <w:tcPr>
            <w:tcW w:w="2552" w:type="dxa"/>
            <w:vAlign w:val="center"/>
          </w:tcPr>
          <w:p w14:paraId="25A66EB4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5A66EB5" w14:textId="77777777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Vođeno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grupa</w:t>
            </w:r>
          </w:p>
        </w:tc>
        <w:tc>
          <w:tcPr>
            <w:tcW w:w="567" w:type="dxa"/>
            <w:textDirection w:val="btLr"/>
            <w:vAlign w:val="center"/>
          </w:tcPr>
          <w:p w14:paraId="25A66EB6" w14:textId="77777777" w:rsidR="00EE045E" w:rsidRDefault="00F2000A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Održanih 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br/>
              <w:t>sati</w:t>
            </w:r>
          </w:p>
        </w:tc>
        <w:tc>
          <w:tcPr>
            <w:tcW w:w="2551" w:type="dxa"/>
            <w:vAlign w:val="center"/>
          </w:tcPr>
          <w:p w14:paraId="25A66EB7" w14:textId="77777777" w:rsidR="00EE045E" w:rsidRDefault="00F200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567" w:type="dxa"/>
            <w:textDirection w:val="btLr"/>
            <w:vAlign w:val="center"/>
          </w:tcPr>
          <w:p w14:paraId="25A66EB8" w14:textId="77777777" w:rsidR="00EE045E" w:rsidRDefault="00F2000A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Vođeno grupa</w:t>
            </w:r>
          </w:p>
        </w:tc>
        <w:tc>
          <w:tcPr>
            <w:tcW w:w="579" w:type="dxa"/>
            <w:textDirection w:val="btLr"/>
            <w:vAlign w:val="center"/>
          </w:tcPr>
          <w:p w14:paraId="25A66EB9" w14:textId="77777777" w:rsidR="00EE045E" w:rsidRDefault="00F2000A">
            <w:pPr>
              <w:spacing w:after="0" w:line="200" w:lineRule="exact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Planirani sati</w:t>
            </w:r>
          </w:p>
        </w:tc>
        <w:tc>
          <w:tcPr>
            <w:tcW w:w="2504" w:type="dxa"/>
            <w:vMerge/>
          </w:tcPr>
          <w:p w14:paraId="25A66EBA" w14:textId="77777777" w:rsidR="00EE045E" w:rsidRDefault="00EE04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EE045E" w14:paraId="25A66F92" w14:textId="77777777">
        <w:trPr>
          <w:cantSplit/>
          <w:trHeight w:val="1134"/>
          <w:jc w:val="center"/>
        </w:trPr>
        <w:tc>
          <w:tcPr>
            <w:tcW w:w="2977" w:type="dxa"/>
            <w:vAlign w:val="center"/>
          </w:tcPr>
          <w:p w14:paraId="25A66F87" w14:textId="6D94CBCD" w:rsidR="00EE045E" w:rsidRPr="0085140F" w:rsidRDefault="00DA2D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Farmaceutska njega</w:t>
            </w:r>
          </w:p>
        </w:tc>
        <w:tc>
          <w:tcPr>
            <w:tcW w:w="790" w:type="dxa"/>
            <w:vAlign w:val="center"/>
          </w:tcPr>
          <w:p w14:paraId="25A66F88" w14:textId="005B7522" w:rsidR="00EE045E" w:rsidRPr="0085140F" w:rsidRDefault="00F20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V/X</w:t>
            </w:r>
          </w:p>
        </w:tc>
        <w:tc>
          <w:tcPr>
            <w:tcW w:w="628" w:type="dxa"/>
            <w:textDirection w:val="lrTbV"/>
            <w:vAlign w:val="center"/>
          </w:tcPr>
          <w:p w14:paraId="25A66F89" w14:textId="605F3AC3" w:rsidR="00EE045E" w:rsidRPr="0085140F" w:rsidRDefault="00DA2D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F2000A"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  <w:r w:rsidR="00F2000A"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/0</w:t>
            </w:r>
          </w:p>
        </w:tc>
        <w:tc>
          <w:tcPr>
            <w:tcW w:w="425" w:type="dxa"/>
            <w:textDirection w:val="lrTbV"/>
            <w:vAlign w:val="center"/>
          </w:tcPr>
          <w:p w14:paraId="25A66F8A" w14:textId="77C02CB9" w:rsidR="00EE045E" w:rsidRPr="0085140F" w:rsidRDefault="00DA2D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2" w:type="dxa"/>
            <w:vAlign w:val="center"/>
          </w:tcPr>
          <w:p w14:paraId="25A66F8B" w14:textId="36E0115C" w:rsidR="00EE045E" w:rsidRPr="0085140F" w:rsidRDefault="00E56F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</w:t>
            </w:r>
            <w:r w:rsidR="00F2000A" w:rsidRPr="0085140F">
              <w:rPr>
                <w:rFonts w:ascii="Times New Roman" w:hAnsi="Times New Roman"/>
                <w:sz w:val="18"/>
                <w:szCs w:val="18"/>
                <w:lang w:val="bs-Latn-BA"/>
              </w:rPr>
              <w:t>Edisa Trumić Hodžić, vanr.prof.</w:t>
            </w:r>
          </w:p>
        </w:tc>
        <w:tc>
          <w:tcPr>
            <w:tcW w:w="567" w:type="dxa"/>
            <w:textDirection w:val="lrTbV"/>
            <w:vAlign w:val="center"/>
          </w:tcPr>
          <w:p w14:paraId="25A66F8C" w14:textId="77777777" w:rsidR="00EE045E" w:rsidRPr="0085140F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67" w:type="dxa"/>
            <w:textDirection w:val="lrTbV"/>
            <w:vAlign w:val="center"/>
          </w:tcPr>
          <w:p w14:paraId="25A66F8D" w14:textId="3E1B5622" w:rsidR="00EE045E" w:rsidRPr="0085140F" w:rsidRDefault="00DA2D3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51" w:type="dxa"/>
            <w:vAlign w:val="center"/>
          </w:tcPr>
          <w:p w14:paraId="25A66F8E" w14:textId="31C83335" w:rsidR="00EE045E" w:rsidRPr="0085140F" w:rsidRDefault="00DA2D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nepokriveno</w:t>
            </w:r>
          </w:p>
        </w:tc>
        <w:tc>
          <w:tcPr>
            <w:tcW w:w="567" w:type="dxa"/>
            <w:textDirection w:val="lrTbV"/>
            <w:vAlign w:val="center"/>
          </w:tcPr>
          <w:p w14:paraId="25A66F8F" w14:textId="77777777" w:rsidR="00EE045E" w:rsidRPr="0085140F" w:rsidRDefault="00EE045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</w:p>
        </w:tc>
        <w:tc>
          <w:tcPr>
            <w:tcW w:w="579" w:type="dxa"/>
            <w:textDirection w:val="lrTbV"/>
            <w:vAlign w:val="center"/>
          </w:tcPr>
          <w:p w14:paraId="25A66F90" w14:textId="7FE5AB31" w:rsidR="00EE045E" w:rsidRPr="0085140F" w:rsidRDefault="00DA2D3E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</w:tc>
        <w:tc>
          <w:tcPr>
            <w:tcW w:w="2504" w:type="dxa"/>
            <w:vAlign w:val="center"/>
          </w:tcPr>
          <w:p w14:paraId="25A66F91" w14:textId="5E4C7A49" w:rsidR="00EE045E" w:rsidRPr="0085140F" w:rsidRDefault="00DE69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Univerzitet u Tuzli je </w:t>
            </w:r>
            <w:r w:rsidR="00E536EC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raskinuo Ugovor o angažovanju nastave na integrisanom prvom i drugom ciklusu studija </w:t>
            </w:r>
            <w:r w:rsidR="00B017C8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(Odluka o raskidu Ugovora o angažovanju nastave </w:t>
            </w:r>
            <w:r w:rsidR="00861FC3">
              <w:rPr>
                <w:rFonts w:ascii="Times New Roman" w:hAnsi="Times New Roman"/>
                <w:sz w:val="18"/>
                <w:szCs w:val="18"/>
                <w:lang w:val="bs-Latn-BA"/>
              </w:rPr>
              <w:t>broj:01-234-1/26 od 14.01.2026. g)</w:t>
            </w:r>
            <w:r w:rsidR="00E56F4B"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 sa Dr.sc. Edisom Trumić Hodžić, vanr.prof.</w:t>
            </w:r>
          </w:p>
        </w:tc>
      </w:tr>
    </w:tbl>
    <w:p w14:paraId="25A66F93" w14:textId="77777777" w:rsidR="00EE045E" w:rsidRDefault="00F2000A">
      <w:pPr>
        <w:tabs>
          <w:tab w:val="left" w:pos="7785"/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Prodekan za nastavu i studentska pitanja:</w:t>
      </w:r>
    </w:p>
    <w:p w14:paraId="25A66F94" w14:textId="69524786" w:rsidR="00EE045E" w:rsidRDefault="00F2000A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usvajanja na NNV/UNV: </w:t>
      </w:r>
      <w:r w:rsidR="00D379C8">
        <w:rPr>
          <w:rFonts w:ascii="Times New Roman" w:hAnsi="Times New Roman"/>
          <w:lang w:val="bs-Latn-BA"/>
        </w:rPr>
        <w:t>1</w:t>
      </w:r>
      <w:r w:rsidR="00E56F4B">
        <w:rPr>
          <w:rFonts w:ascii="Times New Roman" w:hAnsi="Times New Roman"/>
          <w:lang w:val="bs-Latn-BA"/>
        </w:rPr>
        <w:t>8</w:t>
      </w:r>
      <w:r>
        <w:rPr>
          <w:rFonts w:ascii="Times New Roman" w:hAnsi="Times New Roman"/>
          <w:lang w:val="bs-Latn-BA"/>
        </w:rPr>
        <w:t>.</w:t>
      </w:r>
      <w:r w:rsidR="00486B70">
        <w:rPr>
          <w:rFonts w:ascii="Times New Roman" w:hAnsi="Times New Roman"/>
          <w:lang w:val="bs-Latn-BA"/>
        </w:rPr>
        <w:t>02</w:t>
      </w:r>
      <w:r>
        <w:rPr>
          <w:rFonts w:ascii="Times New Roman" w:hAnsi="Times New Roman"/>
          <w:lang w:val="bs-Latn-BA"/>
        </w:rPr>
        <w:t>.202</w:t>
      </w:r>
      <w:r w:rsidR="00486B70">
        <w:rPr>
          <w:rFonts w:ascii="Times New Roman" w:hAnsi="Times New Roman"/>
          <w:lang w:val="bs-Latn-BA"/>
        </w:rPr>
        <w:t>6</w:t>
      </w:r>
      <w:r>
        <w:rPr>
          <w:rFonts w:ascii="Times New Roman" w:hAnsi="Times New Roman"/>
          <w:lang w:val="bs-Latn-BA"/>
        </w:rPr>
        <w:t>.</w:t>
      </w:r>
      <w:r>
        <w:rPr>
          <w:rFonts w:ascii="Times New Roman" w:hAnsi="Times New Roman"/>
          <w:lang w:val="bs-Latn-BA"/>
        </w:rPr>
        <w:tab/>
        <w:t xml:space="preserve">Predsjedavajuća Naučno nastavnog vijeća: </w:t>
      </w:r>
    </w:p>
    <w:sectPr w:rsidR="00EE045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33EE" w14:textId="77777777" w:rsidR="006567BB" w:rsidRDefault="006567BB">
      <w:pPr>
        <w:spacing w:line="240" w:lineRule="auto"/>
      </w:pPr>
      <w:r>
        <w:separator/>
      </w:r>
    </w:p>
  </w:endnote>
  <w:endnote w:type="continuationSeparator" w:id="0">
    <w:p w14:paraId="6D09B0BE" w14:textId="77777777" w:rsidR="006567BB" w:rsidRDefault="00656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CCA0C" w14:textId="77777777" w:rsidR="006567BB" w:rsidRDefault="006567BB">
      <w:pPr>
        <w:spacing w:after="0"/>
      </w:pPr>
      <w:r>
        <w:separator/>
      </w:r>
    </w:p>
  </w:footnote>
  <w:footnote w:type="continuationSeparator" w:id="0">
    <w:p w14:paraId="03EB8DDA" w14:textId="77777777" w:rsidR="006567BB" w:rsidRDefault="006567B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368"/>
    <w:rsid w:val="00011380"/>
    <w:rsid w:val="00013B4E"/>
    <w:rsid w:val="000142E8"/>
    <w:rsid w:val="00017FB3"/>
    <w:rsid w:val="00023E31"/>
    <w:rsid w:val="00025915"/>
    <w:rsid w:val="000360EF"/>
    <w:rsid w:val="000361B6"/>
    <w:rsid w:val="00043D5F"/>
    <w:rsid w:val="00070D88"/>
    <w:rsid w:val="00074AE2"/>
    <w:rsid w:val="00075120"/>
    <w:rsid w:val="00095BAD"/>
    <w:rsid w:val="000A14E0"/>
    <w:rsid w:val="000B16AB"/>
    <w:rsid w:val="000B459A"/>
    <w:rsid w:val="000C327D"/>
    <w:rsid w:val="000E7DFB"/>
    <w:rsid w:val="000F03F1"/>
    <w:rsid w:val="0011636F"/>
    <w:rsid w:val="001247D1"/>
    <w:rsid w:val="001263CB"/>
    <w:rsid w:val="00135270"/>
    <w:rsid w:val="00144100"/>
    <w:rsid w:val="001470A5"/>
    <w:rsid w:val="00151F35"/>
    <w:rsid w:val="001609AC"/>
    <w:rsid w:val="00161576"/>
    <w:rsid w:val="001720AB"/>
    <w:rsid w:val="00182482"/>
    <w:rsid w:val="00187F20"/>
    <w:rsid w:val="00192D6D"/>
    <w:rsid w:val="001A1F22"/>
    <w:rsid w:val="001C14C3"/>
    <w:rsid w:val="001C5DF1"/>
    <w:rsid w:val="001D0C2E"/>
    <w:rsid w:val="001D5FB8"/>
    <w:rsid w:val="001D7E95"/>
    <w:rsid w:val="0020449B"/>
    <w:rsid w:val="00206368"/>
    <w:rsid w:val="0021030F"/>
    <w:rsid w:val="002144DD"/>
    <w:rsid w:val="002230E1"/>
    <w:rsid w:val="00223E2F"/>
    <w:rsid w:val="00225B94"/>
    <w:rsid w:val="00226883"/>
    <w:rsid w:val="002459EB"/>
    <w:rsid w:val="00250509"/>
    <w:rsid w:val="002665F4"/>
    <w:rsid w:val="00286525"/>
    <w:rsid w:val="00287205"/>
    <w:rsid w:val="0029304B"/>
    <w:rsid w:val="002A5FE8"/>
    <w:rsid w:val="002C1D33"/>
    <w:rsid w:val="002E0D4A"/>
    <w:rsid w:val="002E1C8D"/>
    <w:rsid w:val="002E299A"/>
    <w:rsid w:val="002F6C4D"/>
    <w:rsid w:val="0030095F"/>
    <w:rsid w:val="003012FD"/>
    <w:rsid w:val="003221DE"/>
    <w:rsid w:val="00325918"/>
    <w:rsid w:val="00325E2F"/>
    <w:rsid w:val="00327450"/>
    <w:rsid w:val="003351C7"/>
    <w:rsid w:val="00353B29"/>
    <w:rsid w:val="003624F0"/>
    <w:rsid w:val="00372795"/>
    <w:rsid w:val="003739D0"/>
    <w:rsid w:val="00374C8D"/>
    <w:rsid w:val="00382539"/>
    <w:rsid w:val="003878A0"/>
    <w:rsid w:val="003A79A9"/>
    <w:rsid w:val="003A7FFC"/>
    <w:rsid w:val="003B05E1"/>
    <w:rsid w:val="003B33CB"/>
    <w:rsid w:val="003B3729"/>
    <w:rsid w:val="003B63A8"/>
    <w:rsid w:val="003B643A"/>
    <w:rsid w:val="003B7859"/>
    <w:rsid w:val="003C64BE"/>
    <w:rsid w:val="003D08D9"/>
    <w:rsid w:val="003D206C"/>
    <w:rsid w:val="003E1021"/>
    <w:rsid w:val="003E1896"/>
    <w:rsid w:val="003E472B"/>
    <w:rsid w:val="003E5412"/>
    <w:rsid w:val="003E693B"/>
    <w:rsid w:val="003E7AEB"/>
    <w:rsid w:val="003F39B9"/>
    <w:rsid w:val="003F424A"/>
    <w:rsid w:val="003F6636"/>
    <w:rsid w:val="003F6E57"/>
    <w:rsid w:val="004234A0"/>
    <w:rsid w:val="004317B5"/>
    <w:rsid w:val="00451671"/>
    <w:rsid w:val="00464BCF"/>
    <w:rsid w:val="00486B70"/>
    <w:rsid w:val="00491D1D"/>
    <w:rsid w:val="004A381E"/>
    <w:rsid w:val="004A61E2"/>
    <w:rsid w:val="004C36F2"/>
    <w:rsid w:val="004D307F"/>
    <w:rsid w:val="004D43A1"/>
    <w:rsid w:val="004D61DF"/>
    <w:rsid w:val="004E5425"/>
    <w:rsid w:val="004E5E9D"/>
    <w:rsid w:val="004E65D0"/>
    <w:rsid w:val="00506970"/>
    <w:rsid w:val="00511529"/>
    <w:rsid w:val="005149C9"/>
    <w:rsid w:val="00520A7F"/>
    <w:rsid w:val="00524315"/>
    <w:rsid w:val="005561AF"/>
    <w:rsid w:val="005571BE"/>
    <w:rsid w:val="00565ADB"/>
    <w:rsid w:val="00573DDB"/>
    <w:rsid w:val="00586B00"/>
    <w:rsid w:val="00591B80"/>
    <w:rsid w:val="005A00A6"/>
    <w:rsid w:val="005A29A1"/>
    <w:rsid w:val="005B237A"/>
    <w:rsid w:val="005C1578"/>
    <w:rsid w:val="005C5340"/>
    <w:rsid w:val="005D3BB6"/>
    <w:rsid w:val="005E26D3"/>
    <w:rsid w:val="005E36E4"/>
    <w:rsid w:val="00620D46"/>
    <w:rsid w:val="006439F7"/>
    <w:rsid w:val="006567BB"/>
    <w:rsid w:val="00663346"/>
    <w:rsid w:val="00677BEC"/>
    <w:rsid w:val="006910B9"/>
    <w:rsid w:val="006A3D9E"/>
    <w:rsid w:val="006A7A8F"/>
    <w:rsid w:val="006B2C20"/>
    <w:rsid w:val="006B4B7D"/>
    <w:rsid w:val="006D0B6D"/>
    <w:rsid w:val="006D585E"/>
    <w:rsid w:val="006E558F"/>
    <w:rsid w:val="006E5F5D"/>
    <w:rsid w:val="006F51DB"/>
    <w:rsid w:val="006F6D14"/>
    <w:rsid w:val="00701F0A"/>
    <w:rsid w:val="00706613"/>
    <w:rsid w:val="00720DA4"/>
    <w:rsid w:val="0072109B"/>
    <w:rsid w:val="007215AF"/>
    <w:rsid w:val="00723396"/>
    <w:rsid w:val="00724DAF"/>
    <w:rsid w:val="00725F18"/>
    <w:rsid w:val="00736DA1"/>
    <w:rsid w:val="007560C8"/>
    <w:rsid w:val="007569A9"/>
    <w:rsid w:val="00760EEE"/>
    <w:rsid w:val="00772A0A"/>
    <w:rsid w:val="007927C0"/>
    <w:rsid w:val="007934AB"/>
    <w:rsid w:val="00797AC7"/>
    <w:rsid w:val="007A0102"/>
    <w:rsid w:val="007A2940"/>
    <w:rsid w:val="007C6A7D"/>
    <w:rsid w:val="007E2508"/>
    <w:rsid w:val="007E2BAF"/>
    <w:rsid w:val="007F7202"/>
    <w:rsid w:val="0080041A"/>
    <w:rsid w:val="0080418F"/>
    <w:rsid w:val="008050EC"/>
    <w:rsid w:val="008101F6"/>
    <w:rsid w:val="00840D0A"/>
    <w:rsid w:val="00845C8F"/>
    <w:rsid w:val="0085140F"/>
    <w:rsid w:val="00861FC3"/>
    <w:rsid w:val="00862839"/>
    <w:rsid w:val="00865FBF"/>
    <w:rsid w:val="00866427"/>
    <w:rsid w:val="00870884"/>
    <w:rsid w:val="008743F2"/>
    <w:rsid w:val="00875736"/>
    <w:rsid w:val="00882641"/>
    <w:rsid w:val="00895D82"/>
    <w:rsid w:val="008A0942"/>
    <w:rsid w:val="008B02BD"/>
    <w:rsid w:val="008B3724"/>
    <w:rsid w:val="008C4652"/>
    <w:rsid w:val="008D6AE7"/>
    <w:rsid w:val="008D750E"/>
    <w:rsid w:val="008E2B01"/>
    <w:rsid w:val="008E2E31"/>
    <w:rsid w:val="00900972"/>
    <w:rsid w:val="00912AB1"/>
    <w:rsid w:val="0092241A"/>
    <w:rsid w:val="00926101"/>
    <w:rsid w:val="0092740C"/>
    <w:rsid w:val="00930808"/>
    <w:rsid w:val="00934128"/>
    <w:rsid w:val="00950C73"/>
    <w:rsid w:val="00952C6E"/>
    <w:rsid w:val="00953030"/>
    <w:rsid w:val="00953195"/>
    <w:rsid w:val="009672B4"/>
    <w:rsid w:val="0097214B"/>
    <w:rsid w:val="00977731"/>
    <w:rsid w:val="00977A20"/>
    <w:rsid w:val="009821A0"/>
    <w:rsid w:val="0098686A"/>
    <w:rsid w:val="00995D67"/>
    <w:rsid w:val="00997762"/>
    <w:rsid w:val="009A0B35"/>
    <w:rsid w:val="009A5DD1"/>
    <w:rsid w:val="009A750B"/>
    <w:rsid w:val="009C1C73"/>
    <w:rsid w:val="009C3497"/>
    <w:rsid w:val="009C623B"/>
    <w:rsid w:val="009F0004"/>
    <w:rsid w:val="00A00F1B"/>
    <w:rsid w:val="00A27EFB"/>
    <w:rsid w:val="00A4027F"/>
    <w:rsid w:val="00A4041C"/>
    <w:rsid w:val="00A46A9B"/>
    <w:rsid w:val="00A507FD"/>
    <w:rsid w:val="00A54A4F"/>
    <w:rsid w:val="00A65107"/>
    <w:rsid w:val="00A742D3"/>
    <w:rsid w:val="00A75055"/>
    <w:rsid w:val="00A7789E"/>
    <w:rsid w:val="00A87CF6"/>
    <w:rsid w:val="00A9233D"/>
    <w:rsid w:val="00AA07D8"/>
    <w:rsid w:val="00AA2E66"/>
    <w:rsid w:val="00AA33E2"/>
    <w:rsid w:val="00AB15C5"/>
    <w:rsid w:val="00AC6757"/>
    <w:rsid w:val="00AD7523"/>
    <w:rsid w:val="00AE39D5"/>
    <w:rsid w:val="00AE6405"/>
    <w:rsid w:val="00AE6579"/>
    <w:rsid w:val="00B017C8"/>
    <w:rsid w:val="00B0315B"/>
    <w:rsid w:val="00B03D00"/>
    <w:rsid w:val="00B14515"/>
    <w:rsid w:val="00B15CBD"/>
    <w:rsid w:val="00B263D7"/>
    <w:rsid w:val="00B266E6"/>
    <w:rsid w:val="00B277F0"/>
    <w:rsid w:val="00B429D8"/>
    <w:rsid w:val="00B455CB"/>
    <w:rsid w:val="00B46D3E"/>
    <w:rsid w:val="00B4704D"/>
    <w:rsid w:val="00B473D8"/>
    <w:rsid w:val="00B52A14"/>
    <w:rsid w:val="00B571CC"/>
    <w:rsid w:val="00B61073"/>
    <w:rsid w:val="00B65810"/>
    <w:rsid w:val="00B65CE3"/>
    <w:rsid w:val="00B7475C"/>
    <w:rsid w:val="00BB07BE"/>
    <w:rsid w:val="00BB5871"/>
    <w:rsid w:val="00BC67E8"/>
    <w:rsid w:val="00BC7A67"/>
    <w:rsid w:val="00BE09F8"/>
    <w:rsid w:val="00BE17B3"/>
    <w:rsid w:val="00BF11B3"/>
    <w:rsid w:val="00BF4FA6"/>
    <w:rsid w:val="00C00DA2"/>
    <w:rsid w:val="00C04827"/>
    <w:rsid w:val="00C142EC"/>
    <w:rsid w:val="00C25F4E"/>
    <w:rsid w:val="00C27A95"/>
    <w:rsid w:val="00C439F4"/>
    <w:rsid w:val="00C6137D"/>
    <w:rsid w:val="00C874E8"/>
    <w:rsid w:val="00CB3E09"/>
    <w:rsid w:val="00CB557F"/>
    <w:rsid w:val="00CB5E1B"/>
    <w:rsid w:val="00CC6D94"/>
    <w:rsid w:val="00CD01F6"/>
    <w:rsid w:val="00CD28D9"/>
    <w:rsid w:val="00CE7BED"/>
    <w:rsid w:val="00CF06B4"/>
    <w:rsid w:val="00D0065D"/>
    <w:rsid w:val="00D13DA0"/>
    <w:rsid w:val="00D14794"/>
    <w:rsid w:val="00D16F66"/>
    <w:rsid w:val="00D208E5"/>
    <w:rsid w:val="00D248DC"/>
    <w:rsid w:val="00D2703E"/>
    <w:rsid w:val="00D379C8"/>
    <w:rsid w:val="00D67813"/>
    <w:rsid w:val="00D926B3"/>
    <w:rsid w:val="00D9403A"/>
    <w:rsid w:val="00DA2D3E"/>
    <w:rsid w:val="00DA311B"/>
    <w:rsid w:val="00DA7C65"/>
    <w:rsid w:val="00DB2CBC"/>
    <w:rsid w:val="00DC28C0"/>
    <w:rsid w:val="00DD2D9C"/>
    <w:rsid w:val="00DD7BC2"/>
    <w:rsid w:val="00DE5387"/>
    <w:rsid w:val="00DE6901"/>
    <w:rsid w:val="00DE6AC5"/>
    <w:rsid w:val="00DF085B"/>
    <w:rsid w:val="00DF0DEF"/>
    <w:rsid w:val="00DF4DA6"/>
    <w:rsid w:val="00DF6230"/>
    <w:rsid w:val="00E03F0D"/>
    <w:rsid w:val="00E04E68"/>
    <w:rsid w:val="00E1360D"/>
    <w:rsid w:val="00E40547"/>
    <w:rsid w:val="00E536EC"/>
    <w:rsid w:val="00E5386D"/>
    <w:rsid w:val="00E54A53"/>
    <w:rsid w:val="00E56F4B"/>
    <w:rsid w:val="00E66A79"/>
    <w:rsid w:val="00E83DC4"/>
    <w:rsid w:val="00E85E32"/>
    <w:rsid w:val="00E94F8A"/>
    <w:rsid w:val="00EB47B4"/>
    <w:rsid w:val="00EB5619"/>
    <w:rsid w:val="00EC6E75"/>
    <w:rsid w:val="00EC753F"/>
    <w:rsid w:val="00EE045E"/>
    <w:rsid w:val="00EE1E2D"/>
    <w:rsid w:val="00EE3A76"/>
    <w:rsid w:val="00EF2873"/>
    <w:rsid w:val="00EF39B3"/>
    <w:rsid w:val="00EF5393"/>
    <w:rsid w:val="00F00A03"/>
    <w:rsid w:val="00F1497B"/>
    <w:rsid w:val="00F2000A"/>
    <w:rsid w:val="00F339EA"/>
    <w:rsid w:val="00F359BC"/>
    <w:rsid w:val="00F37CF2"/>
    <w:rsid w:val="00F537A4"/>
    <w:rsid w:val="00F557C0"/>
    <w:rsid w:val="00F6332C"/>
    <w:rsid w:val="00F659CA"/>
    <w:rsid w:val="00F65E85"/>
    <w:rsid w:val="00F7092C"/>
    <w:rsid w:val="00F72314"/>
    <w:rsid w:val="00F74D79"/>
    <w:rsid w:val="00F7533E"/>
    <w:rsid w:val="00F76EBD"/>
    <w:rsid w:val="00F86EE2"/>
    <w:rsid w:val="00F9189C"/>
    <w:rsid w:val="00FC6D75"/>
    <w:rsid w:val="00FC7CE3"/>
    <w:rsid w:val="00FD0E6C"/>
    <w:rsid w:val="00FD1BAE"/>
    <w:rsid w:val="00FD37E7"/>
    <w:rsid w:val="00FD6B29"/>
    <w:rsid w:val="00FE0CF8"/>
    <w:rsid w:val="00FF6423"/>
    <w:rsid w:val="043D4575"/>
    <w:rsid w:val="054B46DC"/>
    <w:rsid w:val="06056A6E"/>
    <w:rsid w:val="0CB43498"/>
    <w:rsid w:val="0DCD0D76"/>
    <w:rsid w:val="0F9E3E16"/>
    <w:rsid w:val="13F13588"/>
    <w:rsid w:val="152260BC"/>
    <w:rsid w:val="154766E3"/>
    <w:rsid w:val="15FD2AA2"/>
    <w:rsid w:val="18DF5509"/>
    <w:rsid w:val="1CE01DF0"/>
    <w:rsid w:val="1DA64B69"/>
    <w:rsid w:val="1E49362B"/>
    <w:rsid w:val="1E981141"/>
    <w:rsid w:val="1F33045A"/>
    <w:rsid w:val="22D97EBC"/>
    <w:rsid w:val="240E784B"/>
    <w:rsid w:val="26DF4E6D"/>
    <w:rsid w:val="2D580F5B"/>
    <w:rsid w:val="2DCD6330"/>
    <w:rsid w:val="2F581996"/>
    <w:rsid w:val="2FA92D39"/>
    <w:rsid w:val="356C3BAA"/>
    <w:rsid w:val="36B3269F"/>
    <w:rsid w:val="38AB452C"/>
    <w:rsid w:val="39EE3018"/>
    <w:rsid w:val="42091F04"/>
    <w:rsid w:val="42BC5B84"/>
    <w:rsid w:val="43847352"/>
    <w:rsid w:val="45AB21DA"/>
    <w:rsid w:val="45CD56CD"/>
    <w:rsid w:val="4750610E"/>
    <w:rsid w:val="4A861153"/>
    <w:rsid w:val="4A8A736F"/>
    <w:rsid w:val="4C147660"/>
    <w:rsid w:val="501D29FE"/>
    <w:rsid w:val="58605108"/>
    <w:rsid w:val="5BD5353A"/>
    <w:rsid w:val="5FB151A6"/>
    <w:rsid w:val="652374D0"/>
    <w:rsid w:val="6A7342AA"/>
    <w:rsid w:val="6ADD0B5E"/>
    <w:rsid w:val="6C76025E"/>
    <w:rsid w:val="73B57063"/>
    <w:rsid w:val="74B3526A"/>
    <w:rsid w:val="77A1504F"/>
    <w:rsid w:val="7B41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EA4"/>
  <w15:docId w15:val="{16A16E80-8DD3-4E18-B673-CC8CF018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BA" w:eastAsia="hr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1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1A8C-5420-478A-AC47-67DFF5B3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125</TotalTime>
  <Pages>1</Pages>
  <Words>118</Words>
  <Characters>679</Characters>
  <Application>Microsoft Office Word</Application>
  <DocSecurity>0</DocSecurity>
  <Lines>5</Lines>
  <Paragraphs>1</Paragraphs>
  <ScaleCrop>false</ScaleCrop>
  <Company>Grizli777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Esmeralda Dautovic</cp:lastModifiedBy>
  <cp:revision>116</cp:revision>
  <cp:lastPrinted>2025-10-13T11:50:00Z</cp:lastPrinted>
  <dcterms:created xsi:type="dcterms:W3CDTF">2021-02-25T08:38:00Z</dcterms:created>
  <dcterms:modified xsi:type="dcterms:W3CDTF">2026-02-12T14:15:00Z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95BB4E060FC54F009D5767F7E87E1647_13</vt:lpwstr>
  </property>
</Properties>
</file>